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C3F1A4C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2E22E2">
        <w:rPr>
          <w:b/>
          <w:lang w:val="en-GB"/>
        </w:rPr>
        <w:t xml:space="preserve"> </w:t>
      </w:r>
      <w:r w:rsidR="002E22E2" w:rsidRPr="002E22E2">
        <w:rPr>
          <w:b/>
          <w:lang w:val="en-GB"/>
        </w:rPr>
        <w:t>23-G005-24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73FDF54" w:rsidR="00B0293A" w:rsidRPr="00532E97" w:rsidRDefault="00E60ED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5540D2">
              <w:rPr>
                <w:rFonts w:ascii="Calibri" w:hAnsi="Calibri"/>
                <w:szCs w:val="20"/>
              </w:rPr>
              <w:t>/10/24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8C6E11B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7E49D2">
              <w:rPr>
                <w:rFonts w:ascii="Calibri" w:hAnsi="Calibri"/>
                <w:szCs w:val="20"/>
                <w:highlight w:val="yellow"/>
              </w:rPr>
              <w:t>25</w:t>
            </w:r>
            <w:r w:rsidR="005540D2">
              <w:rPr>
                <w:rFonts w:ascii="Calibri" w:hAnsi="Calibri"/>
                <w:szCs w:val="20"/>
                <w:highlight w:val="yellow"/>
              </w:rPr>
              <w:t>/10/24</w:t>
            </w:r>
            <w:r w:rsidR="00E06145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09FA2C7D" w:rsidR="00B0293A" w:rsidRPr="00251A4B" w:rsidRDefault="007E49D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28/10/24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98769D9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E60EDA">
              <w:rPr>
                <w:rFonts w:ascii="Calibri" w:hAnsi="Calibri"/>
                <w:szCs w:val="20"/>
                <w:highlight w:val="yellow"/>
              </w:rPr>
              <w:t>18/11</w:t>
            </w:r>
            <w:r w:rsidR="005540D2">
              <w:rPr>
                <w:rFonts w:ascii="Calibri" w:hAnsi="Calibri"/>
                <w:szCs w:val="20"/>
                <w:highlight w:val="yellow"/>
              </w:rPr>
              <w:t xml:space="preserve">/24 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16</w:t>
            </w:r>
            <w:r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9EBC51A" w:rsidR="00B0293A" w:rsidRPr="00532E97" w:rsidRDefault="00EE041A" w:rsidP="00E60ED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E4347C">
              <w:rPr>
                <w:rFonts w:ascii="Calibri" w:hAnsi="Calibri"/>
                <w:szCs w:val="20"/>
              </w:rPr>
              <w:t>/</w:t>
            </w:r>
            <w:r w:rsidR="00E60EDA">
              <w:rPr>
                <w:rFonts w:ascii="Calibri" w:hAnsi="Calibri"/>
                <w:szCs w:val="20"/>
              </w:rPr>
              <w:t>11</w:t>
            </w:r>
            <w:r w:rsidR="007E49D2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650B711" w:rsidR="00B0293A" w:rsidRPr="00532E97" w:rsidRDefault="00EE04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21/11</w:t>
            </w:r>
            <w:r w:rsidR="007E49D2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D7DD10C" w:rsidR="00B0293A" w:rsidRPr="00532E97" w:rsidRDefault="00E4347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EE041A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/12</w:t>
            </w:r>
            <w:r w:rsidR="007E49D2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4359281" w:rsidR="00B0293A" w:rsidRPr="00532E97" w:rsidRDefault="00EE04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E4347C">
              <w:rPr>
                <w:rFonts w:ascii="Calibri" w:hAnsi="Calibri"/>
                <w:szCs w:val="20"/>
              </w:rPr>
              <w:t>/12</w:t>
            </w:r>
            <w:r w:rsidR="007E49D2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C2D16D1" w:rsidR="00B0293A" w:rsidRPr="00532E97" w:rsidRDefault="00EE04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</w:t>
            </w:r>
            <w:r w:rsidR="00E4347C">
              <w:rPr>
                <w:rFonts w:ascii="Calibri" w:hAnsi="Calibri"/>
                <w:szCs w:val="20"/>
              </w:rPr>
              <w:t>/12</w:t>
            </w:r>
            <w:r w:rsidR="007E49D2">
              <w:rPr>
                <w:rFonts w:ascii="Calibri" w:hAnsi="Calibri"/>
                <w:szCs w:val="20"/>
              </w:rPr>
              <w:t>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9810D" w14:textId="77777777" w:rsidR="00302791" w:rsidRDefault="00302791">
      <w:r>
        <w:separator/>
      </w:r>
    </w:p>
  </w:endnote>
  <w:endnote w:type="continuationSeparator" w:id="0">
    <w:p w14:paraId="749E5E11" w14:textId="77777777" w:rsidR="00302791" w:rsidRDefault="00302791">
      <w:r>
        <w:continuationSeparator/>
      </w:r>
    </w:p>
  </w:endnote>
  <w:endnote w:type="continuationNotice" w:id="1">
    <w:p w14:paraId="58F14B78" w14:textId="77777777" w:rsidR="00302791" w:rsidRDefault="003027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2E07873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E60EDA" w:rsidRPr="00E60EDA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E60EDA" w:rsidRPr="00E60ED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B1CC49E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E041A">
      <w:rPr>
        <w:noProof/>
      </w:rPr>
      <w:t>2024-10-22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4604C" w14:textId="77777777" w:rsidR="00302791" w:rsidRDefault="00302791">
      <w:r>
        <w:separator/>
      </w:r>
    </w:p>
  </w:footnote>
  <w:footnote w:type="continuationSeparator" w:id="0">
    <w:p w14:paraId="5950C0EC" w14:textId="77777777" w:rsidR="00302791" w:rsidRDefault="00302791">
      <w:r>
        <w:continuationSeparator/>
      </w:r>
    </w:p>
  </w:footnote>
  <w:footnote w:type="continuationNotice" w:id="1">
    <w:p w14:paraId="25EE466D" w14:textId="77777777" w:rsidR="00302791" w:rsidRDefault="003027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FA20BC3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2701552">
    <w:abstractNumId w:val="1"/>
  </w:num>
  <w:num w:numId="2" w16cid:durableId="1653169171">
    <w:abstractNumId w:val="10"/>
  </w:num>
  <w:num w:numId="3" w16cid:durableId="723867811">
    <w:abstractNumId w:val="11"/>
  </w:num>
  <w:num w:numId="4" w16cid:durableId="286204908">
    <w:abstractNumId w:val="4"/>
  </w:num>
  <w:num w:numId="5" w16cid:durableId="1815294861">
    <w:abstractNumId w:val="3"/>
  </w:num>
  <w:num w:numId="6" w16cid:durableId="1932666148">
    <w:abstractNumId w:val="7"/>
  </w:num>
  <w:num w:numId="7" w16cid:durableId="917443201">
    <w:abstractNumId w:val="5"/>
  </w:num>
  <w:num w:numId="8" w16cid:durableId="1635985227">
    <w:abstractNumId w:val="9"/>
  </w:num>
  <w:num w:numId="9" w16cid:durableId="639185853">
    <w:abstractNumId w:val="0"/>
  </w:num>
  <w:num w:numId="10" w16cid:durableId="1572423099">
    <w:abstractNumId w:val="8"/>
  </w:num>
  <w:num w:numId="11" w16cid:durableId="1545291318">
    <w:abstractNumId w:val="2"/>
  </w:num>
  <w:num w:numId="12" w16cid:durableId="66724960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2E2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791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053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2CB7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2D6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0D2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233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49D2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43E3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841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E7568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145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47C"/>
    <w:rsid w:val="00E43B6A"/>
    <w:rsid w:val="00E43DDD"/>
    <w:rsid w:val="00E47A57"/>
    <w:rsid w:val="00E50B28"/>
    <w:rsid w:val="00E513DD"/>
    <w:rsid w:val="00E56C50"/>
    <w:rsid w:val="00E56E0D"/>
    <w:rsid w:val="00E60A16"/>
    <w:rsid w:val="00E60EDA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41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ECAF79-686A-44C7-8CBB-06847B3CE8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11</cp:revision>
  <cp:lastPrinted>2013-10-18T08:32:00Z</cp:lastPrinted>
  <dcterms:created xsi:type="dcterms:W3CDTF">2020-07-06T12:32:00Z</dcterms:created>
  <dcterms:modified xsi:type="dcterms:W3CDTF">2024-10-22T02:17:00Z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